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E28715" w14:textId="77777777" w:rsidR="00B7482F" w:rsidRPr="006261F1" w:rsidRDefault="00B7482F" w:rsidP="006261F1">
      <w:pPr>
        <w:pStyle w:val="Heading1"/>
        <w:shd w:val="clear" w:color="auto" w:fill="C8CDE5" w:themeFill="text2" w:themeFillTint="33"/>
        <w:spacing w:before="0" w:after="480"/>
        <w:jc w:val="center"/>
        <w:rPr>
          <w:sz w:val="44"/>
        </w:rPr>
      </w:pPr>
      <w:r w:rsidRPr="006261F1">
        <w:rPr>
          <w:sz w:val="44"/>
        </w:rPr>
        <w:t>MEMORANDUM</w:t>
      </w:r>
    </w:p>
    <w:p w14:paraId="406510D6" w14:textId="77777777" w:rsidR="00B7482F" w:rsidRPr="00B7482F" w:rsidRDefault="00B7482F" w:rsidP="00B7482F">
      <w:bookmarkStart w:id="0" w:name="_GoBack"/>
      <w:r>
        <w:t>To:</w:t>
      </w:r>
      <w:r>
        <w:tab/>
      </w:r>
      <w:r w:rsidRPr="00B7482F">
        <w:t xml:space="preserve">All members, Lancaster </w:t>
      </w:r>
    </w:p>
    <w:bookmarkEnd w:id="0"/>
    <w:p w14:paraId="0043C447" w14:textId="77777777" w:rsidR="00B7482F" w:rsidRPr="00B7482F" w:rsidRDefault="00B7482F" w:rsidP="00B7482F">
      <w:r>
        <w:t>From:</w:t>
      </w:r>
      <w:r>
        <w:tab/>
      </w:r>
    </w:p>
    <w:p w14:paraId="42CD85CD" w14:textId="77777777" w:rsidR="00B7482F" w:rsidRDefault="00B7482F" w:rsidP="00B7482F">
      <w:r w:rsidRPr="00B7482F">
        <w:t>Date:</w:t>
      </w:r>
      <w:r>
        <w:tab/>
      </w:r>
    </w:p>
    <w:p w14:paraId="6192D12E" w14:textId="77777777" w:rsidR="00B7482F" w:rsidRPr="00B7482F" w:rsidRDefault="00B7482F" w:rsidP="00B7482F">
      <w:pPr>
        <w:pBdr>
          <w:bottom w:val="single" w:sz="12" w:space="1" w:color="191D34" w:themeColor="text2" w:themeShade="BF"/>
        </w:pBdr>
      </w:pPr>
      <w:r>
        <w:t>Re:</w:t>
      </w:r>
      <w:r>
        <w:tab/>
      </w:r>
      <w:r w:rsidR="003A702B">
        <w:t>Run-off election</w:t>
      </w:r>
    </w:p>
    <w:p w14:paraId="586FB36B" w14:textId="0B8F59DF" w:rsidR="00B7482F" w:rsidRPr="00B7482F" w:rsidRDefault="00FD3B80" w:rsidP="00B7482F">
      <w:r>
        <w:t>T</w:t>
      </w:r>
      <w:r w:rsidR="00B7482F" w:rsidRPr="00B7482F">
        <w:t>he run-off election for the mayor of Lancaster</w:t>
      </w:r>
      <w:r w:rsidRPr="00FD3B80">
        <w:t xml:space="preserve"> </w:t>
      </w:r>
      <w:r w:rsidRPr="00B7482F">
        <w:t>is</w:t>
      </w:r>
      <w:r w:rsidRPr="00FD3B80">
        <w:t xml:space="preserve"> </w:t>
      </w:r>
      <w:r w:rsidRPr="00B7482F">
        <w:t>scheduled</w:t>
      </w:r>
      <w:r w:rsidRPr="00FD3B80">
        <w:t xml:space="preserve"> </w:t>
      </w:r>
      <w:r>
        <w:t>for</w:t>
      </w:r>
      <w:r w:rsidR="00B7482F" w:rsidRPr="00B7482F">
        <w:t xml:space="preserve">. The </w:t>
      </w:r>
      <w:r w:rsidR="0087438E">
        <w:t>Chamber of Commerce</w:t>
      </w:r>
      <w:r w:rsidR="0087438E" w:rsidRPr="00B7482F">
        <w:t xml:space="preserve"> </w:t>
      </w:r>
      <w:r w:rsidR="00B7482F" w:rsidRPr="00B7482F">
        <w:t xml:space="preserve">is </w:t>
      </w:r>
      <w:proofErr w:type="spellStart"/>
      <w:r w:rsidR="00B7482F" w:rsidRPr="00B7482F">
        <w:t>encourag</w:t>
      </w:r>
      <w:r w:rsidR="00AE327C">
        <w:t>e</w:t>
      </w:r>
      <w:r w:rsidR="00B7482F" w:rsidRPr="00B7482F">
        <w:t>ing</w:t>
      </w:r>
      <w:proofErr w:type="spellEnd"/>
      <w:r w:rsidR="00AE327C">
        <w:t xml:space="preserve"> </w:t>
      </w:r>
      <w:r w:rsidR="00B7482F" w:rsidRPr="00B7482F">
        <w:t>each registered voter to go to the polls and participate in one of our most valuable rights</w:t>
      </w:r>
      <w:r w:rsidR="00AE327C">
        <w:t>—</w:t>
      </w:r>
      <w:r w:rsidR="00B7482F" w:rsidRPr="00B7482F">
        <w:t>the right to vote.</w:t>
      </w:r>
    </w:p>
    <w:p w14:paraId="5042E451" w14:textId="3188728A" w:rsidR="00B7482F" w:rsidRPr="00B7482F" w:rsidRDefault="00B7482F" w:rsidP="00B7482F">
      <w:r w:rsidRPr="00B7482F">
        <w:t xml:space="preserve">Please make your plans now to vote between 7 a.m. and 7 p.m. I also urge you </w:t>
      </w:r>
      <w:proofErr w:type="spellStart"/>
      <w:r w:rsidRPr="00B7482F">
        <w:t>t</w:t>
      </w:r>
      <w:r w:rsidR="00AE327C">
        <w:t>o</w:t>
      </w:r>
      <w:r w:rsidRPr="00B7482F">
        <w:t>o</w:t>
      </w:r>
      <w:proofErr w:type="spellEnd"/>
      <w:r w:rsidR="00AE327C">
        <w:t xml:space="preserve"> </w:t>
      </w:r>
      <w:r w:rsidRPr="00B7482F">
        <w:t>use your influence to encourage your friends, neighbors, and fellow workers to vote. Following are the precinct</w:t>
      </w:r>
      <w:r w:rsidR="003A702B">
        <w:t xml:space="preserve"> voting locations:</w:t>
      </w:r>
    </w:p>
    <w:p w14:paraId="313DC61A" w14:textId="1853E0CE" w:rsidR="00051327" w:rsidRDefault="00B7482F">
      <w:r w:rsidRPr="00B7482F">
        <w:t xml:space="preserve">Your personal involvement in this election can </w:t>
      </w:r>
      <w:proofErr w:type="gramStart"/>
      <w:r w:rsidRPr="00B7482F">
        <w:t>affect</w:t>
      </w:r>
      <w:r w:rsidR="00AE327C">
        <w:t>s</w:t>
      </w:r>
      <w:proofErr w:type="gramEnd"/>
      <w:r w:rsidR="00AE327C">
        <w:t xml:space="preserve"> </w:t>
      </w:r>
      <w:r w:rsidRPr="00B7482F">
        <w:t>your future as well as the future of Lancaster.</w:t>
      </w:r>
      <w:r w:rsidR="003A702B">
        <w:t xml:space="preserve"> Thank</w:t>
      </w:r>
      <w:r w:rsidR="00AE327C">
        <w:t>s</w:t>
      </w:r>
      <w:r w:rsidR="003A702B">
        <w:t xml:space="preserve"> for your participation.</w:t>
      </w:r>
    </w:p>
    <w:sectPr w:rsidR="00051327" w:rsidSect="006261F1">
      <w:headerReference w:type="default" r:id="rId7"/>
      <w:footerReference w:type="default" r:id="rId8"/>
      <w:pgSz w:w="12240" w:h="15840"/>
      <w:pgMar w:top="1440" w:right="2880" w:bottom="1440" w:left="2880" w:header="720" w:footer="720" w:gutter="0"/>
      <w:pgNumType w:start="4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7AFE6" w14:textId="77777777" w:rsidR="00B7482F" w:rsidRDefault="00B7482F" w:rsidP="00B7482F">
      <w:pPr>
        <w:spacing w:after="0" w:line="240" w:lineRule="auto"/>
      </w:pPr>
      <w:r>
        <w:separator/>
      </w:r>
    </w:p>
  </w:endnote>
  <w:endnote w:type="continuationSeparator" w:id="0">
    <w:p w14:paraId="4D76C572" w14:textId="77777777" w:rsidR="00B7482F" w:rsidRDefault="00B7482F" w:rsidP="00B74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29030" w14:textId="77777777" w:rsidR="0004476B" w:rsidRDefault="006261F1">
    <w:pPr>
      <w:widowControl w:val="0"/>
      <w:rPr>
        <w:rFonts w:ascii="Tms Rmn" w:hAnsi="Tms Rm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E5A2A5" w14:textId="77777777" w:rsidR="00B7482F" w:rsidRDefault="00B7482F" w:rsidP="00B7482F">
      <w:pPr>
        <w:spacing w:after="0" w:line="240" w:lineRule="auto"/>
      </w:pPr>
      <w:r>
        <w:separator/>
      </w:r>
    </w:p>
  </w:footnote>
  <w:footnote w:type="continuationSeparator" w:id="0">
    <w:p w14:paraId="5780C3B7" w14:textId="77777777" w:rsidR="00B7482F" w:rsidRDefault="00B7482F" w:rsidP="00B74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FCDC7A" w14:textId="77777777" w:rsidR="0004476B" w:rsidRDefault="006261F1">
    <w:pPr>
      <w:widowControl w:val="0"/>
      <w:rPr>
        <w:rFonts w:ascii="Tms Rmn" w:hAnsi="Tms Rm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82F"/>
    <w:rsid w:val="00051327"/>
    <w:rsid w:val="00061C85"/>
    <w:rsid w:val="003A702B"/>
    <w:rsid w:val="00406625"/>
    <w:rsid w:val="006261F1"/>
    <w:rsid w:val="007440DC"/>
    <w:rsid w:val="0087438E"/>
    <w:rsid w:val="00A016CC"/>
    <w:rsid w:val="00AE327C"/>
    <w:rsid w:val="00B7482F"/>
    <w:rsid w:val="00B90D72"/>
    <w:rsid w:val="00DF7C1A"/>
    <w:rsid w:val="00E60591"/>
    <w:rsid w:val="00FA0A53"/>
    <w:rsid w:val="00FB4C88"/>
    <w:rsid w:val="00FD3B80"/>
    <w:rsid w:val="00FF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4DB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48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1489F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74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482F"/>
  </w:style>
  <w:style w:type="paragraph" w:styleId="Footer">
    <w:name w:val="footer"/>
    <w:basedOn w:val="Normal"/>
    <w:link w:val="FooterChar"/>
    <w:uiPriority w:val="99"/>
    <w:semiHidden/>
    <w:unhideWhenUsed/>
    <w:rsid w:val="00B74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482F"/>
  </w:style>
  <w:style w:type="character" w:customStyle="1" w:styleId="Heading1Char">
    <w:name w:val="Heading 1 Char"/>
    <w:basedOn w:val="DefaultParagraphFont"/>
    <w:link w:val="Heading1"/>
    <w:uiPriority w:val="9"/>
    <w:rsid w:val="00B7482F"/>
    <w:rPr>
      <w:rFonts w:asciiTheme="majorHAnsi" w:eastAsiaTheme="majorEastAsia" w:hAnsiTheme="majorHAnsi" w:cstheme="majorBidi"/>
      <w:b/>
      <w:bCs/>
      <w:color w:val="31489F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48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1489F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74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482F"/>
  </w:style>
  <w:style w:type="paragraph" w:styleId="Footer">
    <w:name w:val="footer"/>
    <w:basedOn w:val="Normal"/>
    <w:link w:val="FooterChar"/>
    <w:uiPriority w:val="99"/>
    <w:semiHidden/>
    <w:unhideWhenUsed/>
    <w:rsid w:val="00B74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482F"/>
  </w:style>
  <w:style w:type="character" w:customStyle="1" w:styleId="Heading1Char">
    <w:name w:val="Heading 1 Char"/>
    <w:basedOn w:val="DefaultParagraphFont"/>
    <w:link w:val="Heading1"/>
    <w:uiPriority w:val="9"/>
    <w:rsid w:val="00B7482F"/>
    <w:rPr>
      <w:rFonts w:asciiTheme="majorHAnsi" w:eastAsiaTheme="majorEastAsia" w:hAnsiTheme="majorHAnsi" w:cstheme="majorBidi"/>
      <w:b/>
      <w:bCs/>
      <w:color w:val="31489F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Slipstream">
  <a:themeElements>
    <a:clrScheme name="Slipstream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212745" mc:Ignorable=""/>
      </a:dk2>
      <a:lt2>
        <a:srgbClr xmlns:mc="http://schemas.openxmlformats.org/markup-compatibility/2006" xmlns:a14="http://schemas.microsoft.com/office/drawing/2010/main" val="B4DCFA" mc:Ignorable=""/>
      </a:lt2>
      <a:accent1>
        <a:srgbClr xmlns:mc="http://schemas.openxmlformats.org/markup-compatibility/2006" xmlns:a14="http://schemas.microsoft.com/office/drawing/2010/main" val="4E67C8" mc:Ignorable=""/>
      </a:accent1>
      <a:accent2>
        <a:srgbClr xmlns:mc="http://schemas.openxmlformats.org/markup-compatibility/2006" xmlns:a14="http://schemas.microsoft.com/office/drawing/2010/main" val="5ECCF3" mc:Ignorable=""/>
      </a:accent2>
      <a:accent3>
        <a:srgbClr xmlns:mc="http://schemas.openxmlformats.org/markup-compatibility/2006" xmlns:a14="http://schemas.microsoft.com/office/drawing/2010/main" val="A7EA52" mc:Ignorable=""/>
      </a:accent3>
      <a:accent4>
        <a:srgbClr xmlns:mc="http://schemas.openxmlformats.org/markup-compatibility/2006" xmlns:a14="http://schemas.microsoft.com/office/drawing/2010/main" val="5DCEAF" mc:Ignorable=""/>
      </a:accent4>
      <a:accent5>
        <a:srgbClr xmlns:mc="http://schemas.openxmlformats.org/markup-compatibility/2006" xmlns:a14="http://schemas.microsoft.com/office/drawing/2010/main" val="FF8021" mc:Ignorable=""/>
      </a:accent5>
      <a:accent6>
        <a:srgbClr xmlns:mc="http://schemas.openxmlformats.org/markup-compatibility/2006" xmlns:a14="http://schemas.microsoft.com/office/drawing/2010/main" val="F14124" mc:Ignorable=""/>
      </a:accent6>
      <a:hlink>
        <a:srgbClr xmlns:mc="http://schemas.openxmlformats.org/markup-compatibility/2006" xmlns:a14="http://schemas.microsoft.com/office/drawing/2010/main" val="56C7AA" mc:Ignorable=""/>
      </a:hlink>
      <a:folHlink>
        <a:srgbClr xmlns:mc="http://schemas.openxmlformats.org/markup-compatibility/2006" xmlns:a14="http://schemas.microsoft.com/office/drawing/2010/main" val="59A8D1" mc:Ignorable=""/>
      </a:folHlink>
    </a:clrScheme>
    <a:fontScheme name="Slipstream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Slipstream">
      <a:fillStyleLst>
        <a:solidFill>
          <a:schemeClr val="phClr"/>
        </a:solidFill>
        <a:gradFill rotWithShape="1">
          <a:gsLst>
            <a:gs pos="28000">
              <a:schemeClr val="phClr">
                <a:tint val="18000"/>
                <a:satMod val="120000"/>
                <a:lumMod val="88000"/>
              </a:schemeClr>
            </a:gs>
            <a:gs pos="100000">
              <a:schemeClr val="phClr">
                <a:tint val="40000"/>
                <a:satMod val="100000"/>
                <a:lumMod val="7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95000"/>
              </a:schemeClr>
            </a:gs>
            <a:gs pos="100000">
              <a:schemeClr val="phClr">
                <a:shade val="82000"/>
                <a:satMod val="125000"/>
                <a:lumMod val="74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satMod val="125000"/>
              <a:lumMod val="7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50800" dir="5400000" sx="98000" sy="98000" rotWithShape="0">
              <a:srgbClr xmlns:mc="http://schemas.openxmlformats.org/markup-compatibility/2006" xmlns:a14="http://schemas.microsoft.com/office/drawing/2010/main" val="000000" mc:Ignorable="">
                <a:alpha val="20000"/>
              </a:srgbClr>
            </a:outerShdw>
          </a:effectLst>
        </a:effectStyle>
        <a:effectStyle>
          <a:effectLst>
            <a:outerShdw blurRad="40005" dist="22984" dir="5400000" rotWithShape="0">
              <a:srgbClr xmlns:mc="http://schemas.openxmlformats.org/markup-compatibility/2006" xmlns:a14="http://schemas.microsoft.com/office/drawing/2010/main" val="000000" mc:Ignorable="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alanced" dir="tr"/>
          </a:scene3d>
          <a:sp3d prstMaterial="matte">
            <a:bevelT w="19050" h="38100"/>
          </a:sp3d>
        </a:effectStyle>
        <a:effectStyle>
          <a:effectLst>
            <a:reflection blurRad="38100" stA="26000" endPos="23000" dist="25400" dir="5400000" sy="-100000" rotWithShape="0"/>
          </a:effectLst>
          <a:scene3d>
            <a:camera prst="orthographicFront">
              <a:rot lat="0" lon="0" rev="0"/>
            </a:camera>
            <a:lightRig rig="balanced" dir="tr"/>
          </a:scene3d>
          <a:sp3d contourW="14605" prstMaterial="plastic">
            <a:bevelT w="50800"/>
            <a:contourClr>
              <a:schemeClr val="phClr">
                <a:shade val="30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shade val="90000"/>
                <a:satMod val="160000"/>
                <a:lumMod val="100000"/>
              </a:schemeClr>
            </a:gs>
            <a:gs pos="60000">
              <a:schemeClr val="phClr">
                <a:tint val="95000"/>
                <a:shade val="100000"/>
                <a:satMod val="130000"/>
                <a:lumMod val="130000"/>
              </a:schemeClr>
            </a:gs>
            <a:gs pos="100000">
              <a:schemeClr val="phClr">
                <a:tint val="97000"/>
                <a:shade val="100000"/>
                <a:hueMod val="100000"/>
                <a:satMod val="140000"/>
                <a:lumMod val="80000"/>
              </a:schemeClr>
            </a:gs>
          </a:gsLst>
          <a:path path="circle">
            <a:fillToRect l="20000" t="10000" r="20000" b="60000"/>
          </a:path>
        </a:gradFill>
        <a:gradFill rotWithShape="1">
          <a:gsLst>
            <a:gs pos="0">
              <a:schemeClr val="phClr">
                <a:tint val="94000"/>
                <a:satMod val="160000"/>
                <a:lumMod val="160000"/>
              </a:schemeClr>
            </a:gs>
            <a:gs pos="42000">
              <a:schemeClr val="phClr">
                <a:tint val="94000"/>
                <a:shade val="94000"/>
                <a:satMod val="160000"/>
                <a:lumMod val="130000"/>
              </a:schemeClr>
            </a:gs>
            <a:gs pos="100000">
              <a:schemeClr val="phClr">
                <a:tint val="97000"/>
                <a:shade val="94000"/>
                <a:satMod val="180000"/>
                <a:lumMod val="84000"/>
              </a:schemeClr>
            </a:gs>
          </a:gsLst>
          <a:path path="circle">
            <a:fillToRect l="24000" t="44000" r="24000" b="12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Lancaster Memo</vt:lpstr>
    </vt:vector>
  </TitlesOfParts>
  <Company>Pinard Communications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Lancaster Memo</dc:title>
  <dc:creator>Katherine T. Pinard</dc:creator>
  <cp:lastModifiedBy>Student Name</cp:lastModifiedBy>
  <cp:revision>5</cp:revision>
  <dcterms:created xsi:type="dcterms:W3CDTF">2013-09-10T17:14:00Z</dcterms:created>
  <dcterms:modified xsi:type="dcterms:W3CDTF">2013-09-10T17:18:00Z</dcterms:modified>
</cp:coreProperties>
</file>